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59681A" w:rsidP="0059681A">
      <w:pPr>
        <w:pStyle w:val="Titel"/>
      </w:pPr>
      <w:r>
        <w:t>Stilübung – Scharniere und flexibler Satzbau</w:t>
      </w:r>
    </w:p>
    <w:p w:rsidR="0059681A" w:rsidRDefault="0059681A" w:rsidP="00F131AC">
      <w:pPr>
        <w:pStyle w:val="Textkrper"/>
        <w:rPr>
          <w:sz w:val="28"/>
          <w:szCs w:val="28"/>
        </w:rPr>
      </w:pPr>
      <w:r w:rsidRPr="0059681A">
        <w:rPr>
          <w:rStyle w:val="Fett"/>
          <w:sz w:val="28"/>
          <w:szCs w:val="28"/>
        </w:rPr>
        <w:t>Aufgabe</w:t>
      </w:r>
      <w:r w:rsidRPr="0059681A">
        <w:rPr>
          <w:sz w:val="28"/>
          <w:szCs w:val="28"/>
        </w:rPr>
        <w:t>: Verknüpfen Sie die Sätze zu einem flüssigen Text. Verwenden Sie Scha</w:t>
      </w:r>
      <w:r w:rsidRPr="0059681A">
        <w:rPr>
          <w:sz w:val="28"/>
          <w:szCs w:val="28"/>
        </w:rPr>
        <w:t>r</w:t>
      </w:r>
      <w:r w:rsidRPr="0059681A">
        <w:rPr>
          <w:sz w:val="28"/>
          <w:szCs w:val="28"/>
        </w:rPr>
        <w:t>niere und bilden Sie flexible Satzkonstruktionen.</w:t>
      </w:r>
      <w:r>
        <w:rPr>
          <w:sz w:val="28"/>
          <w:szCs w:val="28"/>
        </w:rPr>
        <w:t xml:space="preserve"> Schreiben Sie auf Ihren eigenen Block.</w:t>
      </w:r>
    </w:p>
    <w:p w:rsidR="0059681A" w:rsidRPr="0059681A" w:rsidRDefault="0059681A" w:rsidP="00F131AC">
      <w:pPr>
        <w:pStyle w:val="Textkrper"/>
        <w:rPr>
          <w:sz w:val="28"/>
          <w:szCs w:val="28"/>
        </w:rPr>
      </w:pPr>
      <w:r>
        <w:rPr>
          <w:sz w:val="28"/>
          <w:szCs w:val="28"/>
        </w:rPr>
        <w:t>(Textgrundlage: Sibylle Berg; Und in Arizona geht die Sonne auf)</w:t>
      </w:r>
    </w:p>
    <w:p w:rsidR="0059681A" w:rsidRDefault="0059681A" w:rsidP="0059681A">
      <w:pPr>
        <w:pStyle w:val="Textkrper-Erstzeileneinzug"/>
      </w:pPr>
    </w:p>
    <w:p w:rsidR="0059681A" w:rsidRDefault="0059681A" w:rsidP="0059681A">
      <w:pPr>
        <w:pStyle w:val="Textkrper-Erstzeileneinzug"/>
      </w:pP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Ein Familienvater sitzt am Frühstückstisch mit Frau und Tochter.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Die beiden Frauen reden miteinander.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denkt über seine Rolle in der Familie nach.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hat das Gefühl, nicht dazuzugehören.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glaubt sogar zu stören.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hat ganz andere Vorlieben als die beiden Frauen.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Das macht ihn ärgerlich und unzufrieden.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verabschiedet sich so schnell wie möglich.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geht zum Auto.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fährt zur Arbeit.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Hier verändert sich seine Stimmung.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hat sich bisher unwohl gefühlt.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kann sich jetzt frei und als echter Mann fühlen.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lässt seiner Phantasie, ein unabhängiger Cowboy zu sein, freien Lauf.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fährt sehr schnell mit seinem Auto.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genießt es, alle anderen zu überholen.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denkt wieder über sein Leben nach.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fühlt sich nicht ernst genommen.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hadert mit seinem langweiligen Alltag.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wirft seiner Frau vor, dass sie ihn in dieses falsche Leben zwinge und dass sie ihn getäuscht habe.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träumt von einem anderen Leben als Held.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hat </w:t>
      </w:r>
      <w:r w:rsidR="00BD7915">
        <w:rPr>
          <w:sz w:val="28"/>
          <w:szCs w:val="28"/>
        </w:rPr>
        <w:t>es sich</w:t>
      </w:r>
      <w:r w:rsidRPr="0059681A">
        <w:rPr>
          <w:sz w:val="28"/>
          <w:szCs w:val="28"/>
        </w:rPr>
        <w:t xml:space="preserve"> so schon als Kind erträumt.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 xml:space="preserve">Er glaubt auch, dass ihm dies zustehen würde. 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stellt sich vor, alles hinter sich zu lassen.</w:t>
      </w:r>
    </w:p>
    <w:p w:rsidR="0059681A" w:rsidRPr="0059681A" w:rsidRDefault="0059681A" w:rsidP="0059681A">
      <w:pPr>
        <w:pStyle w:val="Textkrper"/>
        <w:spacing w:line="276" w:lineRule="auto"/>
        <w:rPr>
          <w:sz w:val="28"/>
          <w:szCs w:val="28"/>
        </w:rPr>
      </w:pPr>
      <w:r w:rsidRPr="0059681A">
        <w:rPr>
          <w:sz w:val="28"/>
          <w:szCs w:val="28"/>
        </w:rPr>
        <w:t>Er freut sich einen Moment lang.</w:t>
      </w:r>
    </w:p>
    <w:p w:rsidR="00CD6932" w:rsidRPr="0044650F" w:rsidRDefault="00CD6932" w:rsidP="0044650F"/>
    <w:sectPr w:rsidR="00CD6932" w:rsidRPr="0044650F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DB9" w:rsidRDefault="00C95DB9" w:rsidP="001E03DE">
      <w:r>
        <w:separator/>
      </w:r>
    </w:p>
  </w:endnote>
  <w:endnote w:type="continuationSeparator" w:id="0">
    <w:p w:rsidR="00C95DB9" w:rsidRDefault="00C95DB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E" w:rsidRDefault="0022196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E" w:rsidRDefault="0022196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E" w:rsidRDefault="0022196E" w:rsidP="0022196E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22196E" w:rsidTr="00065729">
      <w:tc>
        <w:tcPr>
          <w:tcW w:w="817" w:type="dxa"/>
        </w:tcPr>
        <w:p w:rsidR="0022196E" w:rsidRDefault="0022196E" w:rsidP="00065729">
          <w:pPr>
            <w:pStyle w:val="Fuzeile"/>
          </w:pPr>
        </w:p>
      </w:tc>
      <w:tc>
        <w:tcPr>
          <w:tcW w:w="8371" w:type="dxa"/>
        </w:tcPr>
        <w:p w:rsidR="0022196E" w:rsidRDefault="0022196E" w:rsidP="00065729">
          <w:pPr>
            <w:pStyle w:val="Fuzeile"/>
          </w:pPr>
        </w:p>
      </w:tc>
      <w:tc>
        <w:tcPr>
          <w:tcW w:w="666" w:type="dxa"/>
        </w:tcPr>
        <w:p w:rsidR="0022196E" w:rsidRDefault="0022196E" w:rsidP="00065729">
          <w:pPr>
            <w:pStyle w:val="Fuzeile"/>
          </w:pPr>
        </w:p>
      </w:tc>
    </w:tr>
    <w:tr w:rsidR="0022196E" w:rsidTr="00065729">
      <w:tc>
        <w:tcPr>
          <w:tcW w:w="817" w:type="dxa"/>
        </w:tcPr>
        <w:p w:rsidR="0022196E" w:rsidRDefault="0022196E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22196E" w:rsidRDefault="0022196E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22196E" w:rsidRDefault="0022196E" w:rsidP="00065729">
          <w:pPr>
            <w:pStyle w:val="Fuzeile"/>
          </w:pPr>
        </w:p>
      </w:tc>
    </w:tr>
    <w:tr w:rsidR="0022196E" w:rsidTr="00065729">
      <w:tc>
        <w:tcPr>
          <w:tcW w:w="817" w:type="dxa"/>
        </w:tcPr>
        <w:p w:rsidR="0022196E" w:rsidRPr="008A6B36" w:rsidRDefault="0022196E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22196E" w:rsidRDefault="0015278A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22196E" w:rsidRDefault="0022196E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5278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22196E" w:rsidRDefault="00C1176F" w:rsidP="002219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DB9" w:rsidRDefault="00C95DB9" w:rsidP="001E03DE">
      <w:r>
        <w:separator/>
      </w:r>
    </w:p>
  </w:footnote>
  <w:footnote w:type="continuationSeparator" w:id="0">
    <w:p w:rsidR="00C95DB9" w:rsidRDefault="00C95DB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E" w:rsidRDefault="0022196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E" w:rsidRDefault="0022196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1A"/>
    <w:rsid w:val="0015278A"/>
    <w:rsid w:val="00166F45"/>
    <w:rsid w:val="001A2103"/>
    <w:rsid w:val="001E03DE"/>
    <w:rsid w:val="0022196E"/>
    <w:rsid w:val="002223B8"/>
    <w:rsid w:val="00296589"/>
    <w:rsid w:val="0043707E"/>
    <w:rsid w:val="00445B6B"/>
    <w:rsid w:val="0044650F"/>
    <w:rsid w:val="0059681A"/>
    <w:rsid w:val="008A6B36"/>
    <w:rsid w:val="008A7911"/>
    <w:rsid w:val="009533B3"/>
    <w:rsid w:val="009935DA"/>
    <w:rsid w:val="009C05F9"/>
    <w:rsid w:val="009E57E5"/>
    <w:rsid w:val="00A87D8B"/>
    <w:rsid w:val="00B127D0"/>
    <w:rsid w:val="00BD7915"/>
    <w:rsid w:val="00C1176F"/>
    <w:rsid w:val="00C22DA6"/>
    <w:rsid w:val="00C329C9"/>
    <w:rsid w:val="00C95DB9"/>
    <w:rsid w:val="00CD693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6445-FEEB-43C9-84D7-FEFA700E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2016-11-07T13:26:00Z</cp:lastPrinted>
  <dcterms:created xsi:type="dcterms:W3CDTF">2017-11-25T14:02:00Z</dcterms:created>
  <dcterms:modified xsi:type="dcterms:W3CDTF">2018-06-28T06:15:00Z</dcterms:modified>
</cp:coreProperties>
</file>